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16" w:rsidRDefault="00426016" w:rsidP="00912E9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3602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esson Plan</w:t>
      </w:r>
    </w:p>
    <w:p w:rsidR="00426016" w:rsidRDefault="00426016" w:rsidP="00F36025">
      <w:pPr>
        <w:rPr>
          <w:rFonts w:ascii="Times New Roman" w:hAnsi="Times New Roman" w:cs="Times New Roman"/>
          <w:sz w:val="24"/>
          <w:szCs w:val="24"/>
        </w:rPr>
      </w:pPr>
    </w:p>
    <w:p w:rsidR="00426016" w:rsidRDefault="00426016" w:rsidP="00F3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Goal/Standard: 1;D, 2;A,  2;B, </w:t>
      </w:r>
    </w:p>
    <w:p w:rsidR="00426016" w:rsidRDefault="00426016" w:rsidP="00F3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Objective:  </w:t>
      </w:r>
      <w:r w:rsidRPr="00681203">
        <w:rPr>
          <w:rFonts w:ascii="Times New Roman" w:hAnsi="Times New Roman" w:cs="Times New Roman"/>
          <w:sz w:val="24"/>
          <w:szCs w:val="24"/>
        </w:rPr>
        <w:t>Students will be able incorporate discipleship into a bulletin cover.</w:t>
      </w:r>
    </w:p>
    <w:p w:rsidR="00426016" w:rsidRDefault="00426016" w:rsidP="00F3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Procedure: Discuss discipleship with students (review), show a church bulletin to class.  Tell student in groups of 2, students will make a bulletin cover.  The bulletin is to spread God’s love and encourage others to go to church on a word document, publisher, or paint.</w:t>
      </w:r>
    </w:p>
    <w:p w:rsidR="00426016" w:rsidRDefault="00426016" w:rsidP="00F3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Assessment:  Teacher will assess student’s ability to incorporate discipleship into a bulletin cover by observing student’s bulletin covers.</w:t>
      </w:r>
    </w:p>
    <w:p w:rsidR="00426016" w:rsidRDefault="00426016" w:rsidP="00F3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Homework: Finish bulletin cover</w:t>
      </w:r>
    </w:p>
    <w:p w:rsidR="00426016" w:rsidRPr="00F36025" w:rsidRDefault="00426016" w:rsidP="00F36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Technology: Microsoft Word, Microsoft Publisher, Paint.</w:t>
      </w:r>
    </w:p>
    <w:p w:rsidR="00426016" w:rsidRDefault="00426016" w:rsidP="00912E9E"/>
    <w:p w:rsidR="00426016" w:rsidRDefault="00426016" w:rsidP="00912E9E">
      <w:r>
        <w:t>Teacher:  Meghan Hertzog</w:t>
      </w:r>
    </w:p>
    <w:p w:rsidR="00426016" w:rsidRDefault="00426016" w:rsidP="00912E9E">
      <w:r>
        <w:t>Subjects/grades:  Religion (7</w:t>
      </w:r>
      <w:r w:rsidRPr="00912E9E">
        <w:rPr>
          <w:vertAlign w:val="superscript"/>
        </w:rPr>
        <w:t>th</w:t>
      </w:r>
      <w:r>
        <w:t xml:space="preserve"> and 8</w:t>
      </w:r>
      <w:r w:rsidRPr="00912E9E">
        <w:rPr>
          <w:vertAlign w:val="superscript"/>
        </w:rPr>
        <w:t>th</w:t>
      </w:r>
      <w:r>
        <w:t>), Vocabulary (6</w:t>
      </w:r>
      <w:r w:rsidRPr="00912E9E">
        <w:rPr>
          <w:vertAlign w:val="superscript"/>
        </w:rPr>
        <w:t>th</w:t>
      </w:r>
      <w:r>
        <w:t>)</w:t>
      </w:r>
    </w:p>
    <w:p w:rsidR="00426016" w:rsidRDefault="00426016" w:rsidP="00912E9E">
      <w:r>
        <w:t xml:space="preserve">Email: </w:t>
      </w:r>
      <w:hyperlink r:id="rId4" w:history="1">
        <w:r w:rsidRPr="0013305B">
          <w:rPr>
            <w:rStyle w:val="Hyperlink"/>
          </w:rPr>
          <w:t>mhertzog@stjoeschool.com</w:t>
        </w:r>
      </w:hyperlink>
      <w:r>
        <w:t xml:space="preserve"> </w:t>
      </w:r>
    </w:p>
    <w:sectPr w:rsidR="00426016" w:rsidSect="00A93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025"/>
    <w:rsid w:val="0012382F"/>
    <w:rsid w:val="0013305B"/>
    <w:rsid w:val="001A41E2"/>
    <w:rsid w:val="001B58FD"/>
    <w:rsid w:val="002848D7"/>
    <w:rsid w:val="00426016"/>
    <w:rsid w:val="004A4FBB"/>
    <w:rsid w:val="00681203"/>
    <w:rsid w:val="006D5F51"/>
    <w:rsid w:val="00912E9E"/>
    <w:rsid w:val="00A93D2A"/>
    <w:rsid w:val="00B703D8"/>
    <w:rsid w:val="00F32B1F"/>
    <w:rsid w:val="00F3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D2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12E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hertzog@stjoescho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118</Words>
  <Characters>677</Characters>
  <Application>Microsoft Office Outlook</Application>
  <DocSecurity>0</DocSecurity>
  <Lines>0</Lines>
  <Paragraphs>0</Paragraphs>
  <ScaleCrop>false</ScaleCrop>
  <Company>St Joseph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subject/>
  <dc:creator>Meghan Hertzog</dc:creator>
  <cp:keywords/>
  <dc:description/>
  <cp:lastModifiedBy>mhertzog</cp:lastModifiedBy>
  <cp:revision>2</cp:revision>
  <dcterms:created xsi:type="dcterms:W3CDTF">2012-02-23T14:03:00Z</dcterms:created>
  <dcterms:modified xsi:type="dcterms:W3CDTF">2012-02-23T14:03:00Z</dcterms:modified>
</cp:coreProperties>
</file>